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Serie HX: la nueva serie de referencia</w:t>
      </w:r>
    </w:p>
    <w:p w14:paraId="26F0996C" w14:textId="5C4CB09D" w:rsidR="00A46F1E" w:rsidRPr="00B00F12" w:rsidRDefault="00B00F12" w:rsidP="00881E44">
      <w:pPr>
        <w:pStyle w:val="Subhead"/>
      </w:pPr>
      <w:r>
        <w:t>Rodillo tándem de dirección pivotante: sostenible, inteligente y con soporte digital</w:t>
      </w:r>
    </w:p>
    <w:p w14:paraId="193790FB" w14:textId="1FCEE684" w:rsidR="00A46F1E" w:rsidRPr="00B00F12" w:rsidRDefault="00495912" w:rsidP="00881E44">
      <w:pPr>
        <w:pStyle w:val="Teaser"/>
      </w:pPr>
      <w:r>
        <w:t>Hamm presenta una nueva generación de rodillos tándem de dirección pivotante: la Serie HX. Esta serie sustituye a la anterior Serie DV+ y destaca con un manejo intuitivo con Easy Drive, altos datos de rendimiento, muchas prestaciones de confort y un funcionamiento sostenible. A ello también contribuye el nuevo asistente de compactación digital «Smart Compact». Además, Hamm ha implementado en la Serie HX muchas mejoras en los detalles y nuevas opciones e interfaces. Todos los modelos están disponibles en los países con la norma de emisiones EPA Tier 4 / Fase V de la UE.</w:t>
      </w:r>
    </w:p>
    <w:p w14:paraId="69F49D88" w14:textId="48004B9A" w:rsidR="00BD25D1" w:rsidRPr="00B00F12" w:rsidRDefault="00B00F12" w:rsidP="00754B80">
      <w:pPr>
        <w:pStyle w:val="Absatzberschrift"/>
      </w:pPr>
      <w:r>
        <w:t>Alta precisión</w:t>
      </w:r>
    </w:p>
    <w:p w14:paraId="684C6270" w14:textId="15850FDA" w:rsidR="00BD25D1" w:rsidRPr="00B00F12" w:rsidRDefault="00B00F12" w:rsidP="00BD25D1">
      <w:pPr>
        <w:pStyle w:val="Standardabsatz"/>
      </w:pPr>
      <w:r>
        <w:t xml:space="preserve">La Serie HX es la nueva serie de referencia de la flota de Hamm. Concebidos para la compactación de asfalto, los modelos HX 70i (7 t / 55,4 kW) o HX 90i (9 t / 74,4 kW) consiguen un alto rendimiento por superficie en grandes obras de construcción. Además, también impresionan por su alta precisión en tareas exigentes como la compactación en curvas. Es en este aspecto donde la dirección giratoria demuestra sus ventajas, gracias a su gran ángulo de giro, su gran desplazamiento de trazada y sus cuatro modos de dirección diferentes. </w:t>
      </w:r>
    </w:p>
    <w:p w14:paraId="55696270" w14:textId="6FF3AC56" w:rsidR="00BD25D1" w:rsidRPr="00B00F12" w:rsidRDefault="00B00F12" w:rsidP="00754B80">
      <w:pPr>
        <w:pStyle w:val="Absatzberschrift"/>
      </w:pPr>
      <w:r>
        <w:t>Control de conducción inteligente con marcha atrás automática</w:t>
      </w:r>
    </w:p>
    <w:p w14:paraId="49494B03" w14:textId="6FD306EB" w:rsidR="00BD25D1" w:rsidRPr="00B00F12" w:rsidRDefault="00B00F12" w:rsidP="00282AFC">
      <w:pPr>
        <w:pStyle w:val="Standardabsatz"/>
      </w:pPr>
      <w:r>
        <w:t>Un elemento fundamental para la alta calidad de compactación es el control de desplazamiento inteligente con marcha atrás automática. En combinación con la unidad de manejo del asiento ajustable eléctricamente, la calidad y el confort están garantizados. Frena y acelera los rodillos de forma rápida pero suave. Además, el asiento gira automáticamente en la dirección de marcha al invertir el sentido de la misma. Esta característica, única en el mercado, consigue superficies de excelente calidad y garantiza un trabajo ergonómico y seguro en todo momento.</w:t>
      </w:r>
    </w:p>
    <w:p w14:paraId="6F696BAE" w14:textId="3D7C6C84" w:rsidR="006D6CC6" w:rsidRPr="00B00F12" w:rsidRDefault="00B00F12" w:rsidP="006D6CC6">
      <w:pPr>
        <w:pStyle w:val="Absatzberschrift"/>
      </w:pPr>
      <w:r>
        <w:t>Visibilidad mejorada</w:t>
      </w:r>
    </w:p>
    <w:p w14:paraId="5559165F" w14:textId="16CE49E0" w:rsidR="00930EF8" w:rsidRPr="00B00F12" w:rsidRDefault="00B00F12" w:rsidP="00930EF8">
      <w:pPr>
        <w:pStyle w:val="Standardabsatz"/>
      </w:pPr>
      <w:r>
        <w:t>Los nuevos indicadores de dirección LED y detalles alrededor de la cabina aportan a la Serie HX un diseño inconfundible. La cabina panorámica totalmente acristalada ofrece una visión más clara con una buena vista de los bordes del tambor. Se puede añadir una iluminación opcional de los tambores y de los bordes de los mismos. De serie viene integrado un sistema de cámaras con dos robustos monitores (IP 67) para ofrecer una visión óptima. Gracias a la división de la pantalla es posible tener a la vista la parte delantera y trasera en todo momento independientemente de la posición del asiento. También cuenta con la excepcional ventana de cristal situada en el suelo de la cabina con vistas a los tambores, que puede plegarse hacia dentro para su limpieza.</w:t>
      </w:r>
    </w:p>
    <w:p w14:paraId="55BC2642" w14:textId="5B9A4AC9" w:rsidR="00930EF8" w:rsidRPr="00B00F12" w:rsidRDefault="00B00F12" w:rsidP="00930EF8">
      <w:pPr>
        <w:pStyle w:val="Absatzberschrift"/>
      </w:pPr>
      <w:r>
        <w:t>Manejo sencillo, ergonomía y confort gracias a Easy Drive</w:t>
      </w:r>
    </w:p>
    <w:p w14:paraId="54E805D0" w14:textId="77777777" w:rsidR="00492033" w:rsidRDefault="00B00F12" w:rsidP="00930EF8">
      <w:pPr>
        <w:pStyle w:val="Standardabsatz"/>
      </w:pPr>
      <w:r>
        <w:t xml:space="preserve">El concepto de manejo Easy Drive combina un puesto del conductor optimizado en términos de ergonomía con una sofisticada estructura de funcionamiento. A esto se añade el control de lenguaje neutro e intuitivo de la Serie HX que, a pesar del gran número de funciones de la máquina, es intuitivo y muy fácil de aprender. </w:t>
      </w:r>
    </w:p>
    <w:p w14:paraId="2E149376" w14:textId="6433E469" w:rsidR="00930EF8" w:rsidRPr="00B00F12" w:rsidRDefault="00B00F12" w:rsidP="00930EF8">
      <w:pPr>
        <w:pStyle w:val="Standardabsatz"/>
      </w:pPr>
      <w:r>
        <w:lastRenderedPageBreak/>
        <w:t>La máquina se conduce con el volante, pero las demás funciones importantes se accionan mediante la palanca de marcha y los apoyabrazos multifuncionales. La posición de los apoyabrazos y el ángulo de inclinación la columna de dirección se pueden ajustar. Además, hay un acceso ergonómico, apoyabrazos abatibles bajo petición, así como una salida confort y prestaciones de confort como, por ejemplo, dos tomas de corriente de 12 V y USB respectivamente y muchos compartimentos de almacenamiento.</w:t>
      </w:r>
    </w:p>
    <w:p w14:paraId="6669D568" w14:textId="237B20FF" w:rsidR="00930EF8" w:rsidRPr="00B00F12" w:rsidRDefault="00B00F12" w:rsidP="00930EF8">
      <w:pPr>
        <w:pStyle w:val="Absatzberschrift"/>
      </w:pPr>
      <w:r>
        <w:t>Nueva instalación de mezcla de aditivos, nuevos esparcidores de gravilla</w:t>
      </w:r>
    </w:p>
    <w:p w14:paraId="052CD1D3" w14:textId="0A516094" w:rsidR="00930EF8" w:rsidRPr="00B00F12" w:rsidRDefault="00B00F12" w:rsidP="00930EF8">
      <w:pPr>
        <w:pStyle w:val="Standardabsatz"/>
      </w:pPr>
      <w:r>
        <w:t>Se ha mejorado la instalación de mezcla de aditivos de doble circuito para los rodillos combinados que ahorra agua y aumenta el alcance, ya que los sistemas de rociado delantero y trasero se controlan por separado. El agua y los aditivos pueden rociarse por separado o como mezcla. Para el esparcimiento de capas de rodadura de asfalto, Hamm cuenta con una gama de esparcidores de gravilla mejorados para la Serie HX: los esparcidores lineales Hamm HLS 150 (7</w:t>
      </w:r>
      <w:r w:rsidR="00D30397">
        <w:t>6</w:t>
      </w:r>
      <w:r>
        <w:t>0 l) y HLS 170 (960 l) y los esparcidores de disco HDS (</w:t>
      </w:r>
      <w:r w:rsidR="00E0689C">
        <w:t>750</w:t>
      </w:r>
      <w:r>
        <w:t xml:space="preserve"> l, ancho de esparcimiento </w:t>
      </w:r>
      <w:r w:rsidR="00E0689C">
        <w:t>8</w:t>
      </w:r>
      <w:r>
        <w:t> m). Todos los modelos se pueden regular en altura opcionalmente. También hay disponible como opción un innovador dispositivo de apoyo para que el montaje y el desmontaje sean posibles sin una carretilla elevadora o una grúa. Los esparcidores se manejan desde el puesto del conductor y están equipados con lonas autoenrollables e iluminación LED integrada.</w:t>
      </w:r>
    </w:p>
    <w:p w14:paraId="237A335E" w14:textId="5772994B" w:rsidR="00930EF8" w:rsidRPr="00B00F12" w:rsidRDefault="00B00F12" w:rsidP="00930EF8">
      <w:pPr>
        <w:pStyle w:val="Absatzberschrift"/>
      </w:pPr>
      <w:r>
        <w:t>Asistente de compactación Smart Compact</w:t>
      </w:r>
    </w:p>
    <w:p w14:paraId="3B0C475B" w14:textId="063FDA8F" w:rsidR="00B00F12" w:rsidRPr="00B00F12" w:rsidRDefault="00B00F12" w:rsidP="00B00F12">
      <w:pPr>
        <w:pStyle w:val="Standardabsatz"/>
      </w:pPr>
      <w:r>
        <w:t xml:space="preserve">En los rodillos de la Serie HX se puede utilizar el asistente de compactación Smart Compact. El sistema decide automáticamente y por separado para cada tambor cómo se compacta: con vibración y amplitud grande o pequeña, con oscilación o estáticamente. Los conductores solo tienen que indicar si hay que compactar una capa base, ligante o de rodadura. El asistente evalúa los datos sobre el estado del asfalto y, opcionalmente, integra los datos meteorológicos locales a través de una estación meteorológica integrada. Hamm es el primer fabricante del mundo que automatiza el ajuste por separado de ambos tambores, elevando la seguridad del proceso y la calidad de la compactación y la superficie a un nuevo nivel. </w:t>
      </w:r>
    </w:p>
    <w:p w14:paraId="611A3E9B" w14:textId="53614E6B" w:rsidR="00B00F12" w:rsidRPr="00B00F12" w:rsidRDefault="00B00F12" w:rsidP="00B00F12">
      <w:pPr>
        <w:pStyle w:val="Absatzberschrift"/>
      </w:pPr>
      <w:r>
        <w:t>Compactación sostenible y ahorro de combustible</w:t>
      </w:r>
    </w:p>
    <w:p w14:paraId="46E0A443" w14:textId="36698719" w:rsidR="00B00F12" w:rsidRPr="00B00F12" w:rsidRDefault="00B00F12" w:rsidP="00B00F12">
      <w:pPr>
        <w:pStyle w:val="Standardabsatz"/>
      </w:pPr>
      <w:r>
        <w:t>Los motores funcionan con un régimen de revoluciones reducido de 1500-2000 rpm. Esto reduce el consumo de combustible, el ruido y las emisiones de escape. La alta potencia de compactación está garantizada por potentes bombas de tracción. Además, el sistema automático de parada del motor (opcional) apaga automáticamente el motor en caso de inactividad prolongada. Smart Compact contribuye también a la sostenibilidad. El asistente ahorra además hasta un 15 % de combustible al desconectar la vibración o la oscilación en cuanto dejan de ser útiles. Por último, pero no menos importante, los rodillos pueden funcionar con diésel o con combustible HVO.</w:t>
      </w:r>
    </w:p>
    <w:p w14:paraId="330A8405" w14:textId="0F59579A" w:rsidR="00B00F12" w:rsidRPr="00B00F12" w:rsidRDefault="00B00F12" w:rsidP="00B00F12">
      <w:pPr>
        <w:pStyle w:val="Absatzberschrift"/>
      </w:pPr>
      <w:r>
        <w:t>Soluciones modernas de documentación, comunicación y mantenimiento</w:t>
      </w:r>
    </w:p>
    <w:p w14:paraId="357779F3" w14:textId="4813B55D" w:rsidR="00B00F12" w:rsidRPr="00B00F12" w:rsidRDefault="00B00F12" w:rsidP="00B00F12">
      <w:pPr>
        <w:pStyle w:val="Standardabsatz"/>
      </w:pPr>
      <w:r>
        <w:t>Gracias a numerosas interfaces y al hardware correspondiente, los rodillos de la Serie HX están preparados para futuras aplicaciones, requisitos de calidad, documentación y comunicación. Con una interfaz PDS (Proximity Detection System), entre otras, Hamm ofrece la posibilidad de conectar sistemas para evitar colisiones. Además, el sistema telemático JD Link está integrado en todos los modelos. Esto permite consultar en todo momento y desde cualquier lugar los datos de rendimiento de los rodillos, los niveles de llenado, los mensajes de error, las horas de funcionamiento o los intervalos de servicio.</w:t>
      </w:r>
    </w:p>
    <w:p w14:paraId="438E39B7" w14:textId="4F669C3E" w:rsidR="00B00F12" w:rsidRPr="00B00F12" w:rsidRDefault="00B00F12" w:rsidP="00B00F12">
      <w:pPr>
        <w:pStyle w:val="Absatzberschrift"/>
      </w:pPr>
      <w:r>
        <w:lastRenderedPageBreak/>
        <w:t>Nueve modelos y tambores divididos</w:t>
      </w:r>
    </w:p>
    <w:p w14:paraId="4DE781AF" w14:textId="332D03AC" w:rsidR="006D6CC6" w:rsidRPr="00B00F12" w:rsidRDefault="00B00F12" w:rsidP="00B00F12">
      <w:pPr>
        <w:pStyle w:val="Standardabsatz"/>
      </w:pPr>
      <w:r>
        <w:t>Los rodillos de la Serie HX están disponibles con un peso máximo de servicio de 7 t (HX 70i) y 9 t (HX 90i). Entre las nueve versiones hay modelos con dos tambores de vibración, con un tambor de oscilación y otro de vibración, así como rodillos combinados. Dependiendo del modelo, los tambores de vibración y oscilación están diseñados como tambores divididos o no divididos.</w:t>
      </w:r>
    </w:p>
    <w:p w14:paraId="31412CCB" w14:textId="10995DDC" w:rsidR="00E15EBE" w:rsidRPr="00B00F12" w:rsidRDefault="00E15EBE" w:rsidP="00E15EBE">
      <w:pPr>
        <w:pStyle w:val="Fotos"/>
      </w:pPr>
      <w:r>
        <w:t>Fotos:</w:t>
      </w:r>
    </w:p>
    <w:p w14:paraId="20879CE4" w14:textId="3BC29726" w:rsidR="002611FE" w:rsidRPr="00B00F12" w:rsidRDefault="00A46F1E" w:rsidP="002611FE">
      <w:pPr>
        <w:pStyle w:val="BUbold"/>
      </w:pPr>
      <w:r>
        <w:rPr>
          <w:noProof/>
          <w:lang w:val="de-DE" w:eastAsia="de-DE"/>
        </w:rPr>
        <w:drawing>
          <wp:inline distT="0" distB="0" distL="0" distR="0" wp14:anchorId="1B66E54E" wp14:editId="1978764B">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2D7F3892" w:rsidR="006C0C87" w:rsidRPr="00B00F12" w:rsidRDefault="00B00F12" w:rsidP="00C84D75">
      <w:pPr>
        <w:pStyle w:val="BUnormal"/>
      </w:pPr>
      <w:r>
        <w:t>En la feria Bauma 2022, Hamm lanzó al mercado la Serie HX con los modelos HX 70i y HX 90i, reemplazando así la Serie DV+. Su cabina panorámica ofrece una vista de los bordes del tambor en todos los sentidos de la marcha.</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Pr>
          <w:b w:val="0"/>
          <w:noProof/>
          <w:lang w:val="de-DE" w:eastAsia="de-DE"/>
        </w:rPr>
        <w:drawing>
          <wp:inline distT="0" distB="0" distL="0" distR="0" wp14:anchorId="7CBAC95B" wp14:editId="5D9FE628">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6F7FC9EB" w14:textId="1A09014E" w:rsidR="00BD25D1" w:rsidRDefault="0080034A" w:rsidP="002611FE">
      <w:pPr>
        <w:pStyle w:val="BUnormal"/>
      </w:pPr>
      <w:r>
        <w:t xml:space="preserve">Con el asistente digital de compactación, Smart Compact, Hamm automatiza el ajuste de cada uno de los tambores y aumenta la seguridad del proceso. El asistente destaca por su guía de usuario clara y concisa, para que el personal pueda concentrarse plenamente en la conducción de la máquina. </w:t>
      </w:r>
      <w:r>
        <w:br/>
      </w:r>
    </w:p>
    <w:p w14:paraId="6683D198" w14:textId="6A0CA043" w:rsidR="00492033" w:rsidRDefault="00492033" w:rsidP="00492033">
      <w:pPr>
        <w:pStyle w:val="Note"/>
      </w:pPr>
    </w:p>
    <w:p w14:paraId="016D27B3" w14:textId="5398AD15" w:rsidR="00492033" w:rsidRDefault="00492033" w:rsidP="00492033">
      <w:pPr>
        <w:pStyle w:val="Standardabsatz"/>
      </w:pPr>
    </w:p>
    <w:p w14:paraId="2334DB2B" w14:textId="3DC8CC13" w:rsidR="00492033" w:rsidRDefault="00492033" w:rsidP="00492033">
      <w:pPr>
        <w:pStyle w:val="Standardabsatz"/>
      </w:pPr>
    </w:p>
    <w:p w14:paraId="5B49CB5E" w14:textId="390BC684" w:rsidR="00492033" w:rsidRDefault="00492033" w:rsidP="00492033">
      <w:pPr>
        <w:pStyle w:val="Standardabsatz"/>
      </w:pPr>
    </w:p>
    <w:p w14:paraId="13CB88FA" w14:textId="02529C31" w:rsidR="00492033" w:rsidRDefault="00492033" w:rsidP="00492033">
      <w:pPr>
        <w:pStyle w:val="Standardabsatz"/>
      </w:pPr>
    </w:p>
    <w:p w14:paraId="363EAE36" w14:textId="77777777" w:rsidR="00492033" w:rsidRPr="00492033" w:rsidRDefault="00492033" w:rsidP="00492033">
      <w:pPr>
        <w:pStyle w:val="Standardabsatz"/>
      </w:pPr>
    </w:p>
    <w:p w14:paraId="41A7880A" w14:textId="77777777" w:rsidR="00492033" w:rsidRPr="00743513" w:rsidRDefault="00492033" w:rsidP="00492033">
      <w:pPr>
        <w:pStyle w:val="Text"/>
        <w:rPr>
          <w:i/>
          <w:szCs w:val="22"/>
          <w:lang w:val="es-ES_tradnl"/>
        </w:rPr>
      </w:pPr>
      <w:r w:rsidRPr="00743513">
        <w:rPr>
          <w:i/>
          <w:szCs w:val="22"/>
          <w:u w:val="single"/>
          <w:lang w:val="es-ES_tradnl"/>
        </w:rPr>
        <w:lastRenderedPageBreak/>
        <w:t>Nota:</w:t>
      </w:r>
      <w:r w:rsidRPr="00743513">
        <w:rPr>
          <w:i/>
          <w:szCs w:val="22"/>
          <w:lang w:val="es-ES_tradnl"/>
        </w:rPr>
        <w:t xml:space="preserve"> Estas fotos sirven únicamente de vista previa. Para la impresión en las publicaciones, por favor, utilice fotos con una resolución de 300 dpi que podrá descargar de las páginas web del Wirtgen Group.</w:t>
      </w:r>
    </w:p>
    <w:p w14:paraId="531AAEE4" w14:textId="77777777" w:rsidR="00492033" w:rsidRPr="00743513" w:rsidRDefault="00492033" w:rsidP="00492033">
      <w:pPr>
        <w:pStyle w:val="Text"/>
        <w:rPr>
          <w:szCs w:val="22"/>
          <w:lang w:val="es-ES_tradnl"/>
        </w:rPr>
      </w:pPr>
    </w:p>
    <w:p w14:paraId="41B430B4" w14:textId="77777777" w:rsidR="00492033" w:rsidRPr="00743513" w:rsidRDefault="00492033" w:rsidP="00492033">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492033" w:rsidRPr="00743513" w14:paraId="3133FE47" w14:textId="77777777" w:rsidTr="00CB06B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38BD34FE" w14:textId="77777777" w:rsidR="00492033" w:rsidRPr="00743513" w:rsidRDefault="00492033" w:rsidP="00CB06B1">
            <w:pPr>
              <w:pStyle w:val="HeadlineKontakte"/>
              <w:rPr>
                <w:szCs w:val="22"/>
                <w:lang w:val="es-ES_tradnl"/>
              </w:rPr>
            </w:pPr>
            <w:r w:rsidRPr="00743513">
              <w:rPr>
                <w:szCs w:val="22"/>
                <w:lang w:val="es-ES_tradnl"/>
              </w:rPr>
              <w:t>SI DESEA INFORMACIÓN MÁS DETALLADA, DIRÍJASE A:</w:t>
            </w:r>
          </w:p>
          <w:p w14:paraId="4DA6D8AD" w14:textId="77777777" w:rsidR="00492033" w:rsidRPr="00F70F88" w:rsidRDefault="00492033" w:rsidP="00CB06B1">
            <w:pPr>
              <w:pStyle w:val="Text"/>
              <w:rPr>
                <w:szCs w:val="22"/>
                <w:lang w:val="en-US"/>
              </w:rPr>
            </w:pPr>
            <w:r w:rsidRPr="00F70F88">
              <w:rPr>
                <w:szCs w:val="22"/>
                <w:lang w:val="en-US"/>
              </w:rPr>
              <w:t>WIRTGEN GROUP</w:t>
            </w:r>
          </w:p>
          <w:p w14:paraId="14D34DFA" w14:textId="77777777" w:rsidR="00492033" w:rsidRPr="00743513" w:rsidRDefault="00492033" w:rsidP="00CB06B1">
            <w:pPr>
              <w:pStyle w:val="Text"/>
              <w:rPr>
                <w:szCs w:val="22"/>
                <w:lang w:val="es-ES_tradnl"/>
              </w:rPr>
            </w:pPr>
            <w:r w:rsidRPr="00F70F88">
              <w:rPr>
                <w:szCs w:val="22"/>
                <w:lang w:val="en-US"/>
              </w:rPr>
              <w:t>Public Relations</w:t>
            </w:r>
          </w:p>
          <w:p w14:paraId="09631D3B" w14:textId="77777777" w:rsidR="00492033" w:rsidRPr="00743513" w:rsidRDefault="00492033" w:rsidP="00CB06B1">
            <w:pPr>
              <w:pStyle w:val="Text"/>
              <w:rPr>
                <w:szCs w:val="22"/>
                <w:lang w:val="es-ES_tradnl"/>
              </w:rPr>
            </w:pPr>
            <w:r w:rsidRPr="00743513">
              <w:rPr>
                <w:szCs w:val="22"/>
                <w:lang w:val="es-ES_tradnl"/>
              </w:rPr>
              <w:t>Reinhard-Wirtgen-Straße 2</w:t>
            </w:r>
          </w:p>
          <w:p w14:paraId="3A6516C2" w14:textId="77777777" w:rsidR="00492033" w:rsidRPr="00743513" w:rsidRDefault="00492033" w:rsidP="00CB06B1">
            <w:pPr>
              <w:pStyle w:val="Text"/>
              <w:rPr>
                <w:szCs w:val="22"/>
              </w:rPr>
            </w:pPr>
            <w:r w:rsidRPr="00743513">
              <w:rPr>
                <w:szCs w:val="22"/>
              </w:rPr>
              <w:t>53578 Windhagen</w:t>
            </w:r>
          </w:p>
          <w:p w14:paraId="5326DE67" w14:textId="77777777" w:rsidR="00492033" w:rsidRPr="00743513" w:rsidRDefault="00492033" w:rsidP="00CB06B1">
            <w:pPr>
              <w:pStyle w:val="Text"/>
              <w:rPr>
                <w:szCs w:val="22"/>
              </w:rPr>
            </w:pPr>
            <w:r w:rsidRPr="00743513">
              <w:rPr>
                <w:szCs w:val="22"/>
              </w:rPr>
              <w:t>Alemania</w:t>
            </w:r>
          </w:p>
          <w:p w14:paraId="152EEBAA" w14:textId="77777777" w:rsidR="00492033" w:rsidRPr="00743513" w:rsidRDefault="00492033" w:rsidP="00CB06B1">
            <w:pPr>
              <w:pStyle w:val="Text"/>
              <w:rPr>
                <w:szCs w:val="22"/>
              </w:rPr>
            </w:pPr>
          </w:p>
          <w:p w14:paraId="44138EDB" w14:textId="77777777" w:rsidR="00492033" w:rsidRPr="00743513" w:rsidRDefault="00492033" w:rsidP="00CB06B1">
            <w:pPr>
              <w:pStyle w:val="Text"/>
              <w:rPr>
                <w:szCs w:val="22"/>
              </w:rPr>
            </w:pPr>
            <w:r w:rsidRPr="00743513">
              <w:rPr>
                <w:szCs w:val="22"/>
              </w:rPr>
              <w:t>Teléfono:   +49 (0) 2645 131 – 1966</w:t>
            </w:r>
          </w:p>
          <w:p w14:paraId="3D5C46F1" w14:textId="77777777" w:rsidR="00492033" w:rsidRPr="00743513" w:rsidRDefault="00492033" w:rsidP="00CB06B1">
            <w:pPr>
              <w:pStyle w:val="Text"/>
              <w:rPr>
                <w:szCs w:val="22"/>
                <w:lang w:val="it-IT"/>
              </w:rPr>
            </w:pPr>
            <w:r w:rsidRPr="00743513">
              <w:rPr>
                <w:szCs w:val="22"/>
                <w:lang w:val="it-IT"/>
              </w:rPr>
              <w:t>Telefax:     +49 (0) 2645 131 – 499</w:t>
            </w:r>
          </w:p>
          <w:p w14:paraId="181A6E29" w14:textId="77777777" w:rsidR="00492033" w:rsidRPr="00743513" w:rsidRDefault="00492033" w:rsidP="00CB06B1">
            <w:pPr>
              <w:pStyle w:val="Text"/>
              <w:rPr>
                <w:szCs w:val="22"/>
              </w:rPr>
            </w:pPr>
            <w:r w:rsidRPr="00743513">
              <w:rPr>
                <w:szCs w:val="22"/>
                <w:lang w:val="it-IT"/>
              </w:rPr>
              <w:t xml:space="preserve">E-mail:       </w:t>
            </w:r>
            <w:r w:rsidRPr="00743513">
              <w:rPr>
                <w:szCs w:val="22"/>
              </w:rPr>
              <w:t>PR@wirtgen-group.com</w:t>
            </w:r>
          </w:p>
          <w:p w14:paraId="4900CFDE" w14:textId="77777777" w:rsidR="00492033" w:rsidRPr="00743513" w:rsidRDefault="00492033" w:rsidP="00CB06B1">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3F336199" w14:textId="77777777" w:rsidR="00492033" w:rsidRPr="00743513" w:rsidRDefault="00492033" w:rsidP="00CB06B1">
            <w:pPr>
              <w:pStyle w:val="Text"/>
              <w:rPr>
                <w:szCs w:val="22"/>
                <w:lang w:val="es-ES_tradnl"/>
              </w:rPr>
            </w:pPr>
          </w:p>
        </w:tc>
      </w:tr>
    </w:tbl>
    <w:p w14:paraId="3D604A55" w14:textId="0677EC0E" w:rsidR="00F048D4" w:rsidRPr="00F74540" w:rsidRDefault="00F048D4" w:rsidP="00492033">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1C8B208C"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C64450">
            <w:rPr>
              <w:noProof/>
              <w:szCs w:val="20"/>
            </w:rPr>
            <w:t>04</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2DCD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50BDD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42A0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2033"/>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50"/>
    <w:rsid w:val="00C644CA"/>
    <w:rsid w:val="00C658FC"/>
    <w:rsid w:val="00C73005"/>
    <w:rsid w:val="00C84D75"/>
    <w:rsid w:val="00C85E18"/>
    <w:rsid w:val="00C96E9F"/>
    <w:rsid w:val="00CA4A09"/>
    <w:rsid w:val="00CB71DD"/>
    <w:rsid w:val="00CC5A63"/>
    <w:rsid w:val="00CC787C"/>
    <w:rsid w:val="00CF36C9"/>
    <w:rsid w:val="00D00EC4"/>
    <w:rsid w:val="00D166AC"/>
    <w:rsid w:val="00D30397"/>
    <w:rsid w:val="00D36BA2"/>
    <w:rsid w:val="00D37CF4"/>
    <w:rsid w:val="00D4487C"/>
    <w:rsid w:val="00D63D33"/>
    <w:rsid w:val="00D73352"/>
    <w:rsid w:val="00D935C3"/>
    <w:rsid w:val="00DA0266"/>
    <w:rsid w:val="00DA477E"/>
    <w:rsid w:val="00DB4BB0"/>
    <w:rsid w:val="00DE461D"/>
    <w:rsid w:val="00E04039"/>
    <w:rsid w:val="00E0689C"/>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8EEC6D5-989B-4E98-8AF3-78D56E09D1B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1107</Words>
  <Characters>6981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2022-09-13T11:44:00Z</dcterms:created>
  <dcterms:modified xsi:type="dcterms:W3CDTF">2022-09-27T08:02:00Z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